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6D1F">
        <w:rPr>
          <w:rFonts w:ascii="Corbel" w:hAnsi="Corbel"/>
          <w:b/>
          <w:smallCaps/>
          <w:sz w:val="24"/>
          <w:szCs w:val="24"/>
        </w:rPr>
        <w:t>202</w:t>
      </w:r>
      <w:r w:rsidR="005714A2">
        <w:rPr>
          <w:rFonts w:ascii="Corbel" w:hAnsi="Corbel"/>
          <w:b/>
          <w:smallCaps/>
          <w:sz w:val="24"/>
          <w:szCs w:val="24"/>
        </w:rPr>
        <w:t>1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5714A2">
        <w:rPr>
          <w:rFonts w:ascii="Corbel" w:hAnsi="Corbel"/>
          <w:b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96D1F">
        <w:rPr>
          <w:rFonts w:ascii="Corbel" w:hAnsi="Corbel"/>
          <w:sz w:val="20"/>
          <w:szCs w:val="20"/>
        </w:rPr>
        <w:t>202</w:t>
      </w:r>
      <w:r w:rsidR="005714A2">
        <w:rPr>
          <w:rFonts w:ascii="Corbel" w:hAnsi="Corbel"/>
          <w:sz w:val="20"/>
          <w:szCs w:val="20"/>
        </w:rPr>
        <w:t>2</w:t>
      </w:r>
      <w:r w:rsidR="00096D1F">
        <w:rPr>
          <w:rFonts w:ascii="Corbel" w:hAnsi="Corbel"/>
          <w:sz w:val="20"/>
          <w:szCs w:val="20"/>
        </w:rPr>
        <w:t>/202</w:t>
      </w:r>
      <w:r w:rsidR="005714A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2A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komputerowa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D4C3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7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semestr III i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046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04630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36B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46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7804B7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301F3B" w:rsidP="007A7B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Analiza, ocena,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 xml:space="preserve">tworzenie grafiki komputerowej. </w:t>
            </w:r>
          </w:p>
        </w:tc>
      </w:tr>
      <w:tr w:rsidR="007A7BC4" w:rsidRPr="009C54AE" w:rsidTr="007804B7">
        <w:tc>
          <w:tcPr>
            <w:tcW w:w="844" w:type="dxa"/>
            <w:vAlign w:val="center"/>
          </w:tcPr>
          <w:p w:rsidR="007A7BC4" w:rsidRPr="009C54AE" w:rsidRDefault="007A7B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7A7BC4" w:rsidRDefault="005E5E36" w:rsidP="005E5E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</w:t>
            </w:r>
            <w:r w:rsidR="00B62852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007A7BC4">
              <w:rPr>
                <w:rFonts w:ascii="Corbel" w:hAnsi="Corbel"/>
                <w:b w:val="0"/>
                <w:sz w:val="24"/>
                <w:szCs w:val="24"/>
              </w:rPr>
              <w:t xml:space="preserve"> doboru programu graficznego do określonego zadania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010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010BE" w:rsidP="00F01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381A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i wyjaśni podstawowe 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pojęcia związane z grafiką komputerow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>ą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AC78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znane programy graficzne, opisze ich wady i zalety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 oraz sposób funkcjonowania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521B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grafikę komputerową w określonym celu, dobierze do realizacji odpowiedni program graficzny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92914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oparciu o technologie informacyjne rozwiąże problemy wynikające 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z posługiwania się programami do grafiki komputer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9F47E5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wykonany projekt graficzny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9025BA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wykonany projekt graficzny</w:t>
            </w:r>
            <w:r w:rsidR="00EC2B6C">
              <w:rPr>
                <w:rFonts w:ascii="Corbel" w:hAnsi="Corbel"/>
                <w:b w:val="0"/>
                <w:smallCaps w:val="0"/>
                <w:szCs w:val="24"/>
              </w:rPr>
              <w:t>, wskaże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niedoskonałości tego projektu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F46" w:rsidRPr="009C54AE" w:rsidTr="00EE5B36">
        <w:trPr>
          <w:trHeight w:val="360"/>
        </w:trPr>
        <w:tc>
          <w:tcPr>
            <w:tcW w:w="9520" w:type="dxa"/>
          </w:tcPr>
          <w:p w:rsidR="00B65F46" w:rsidRPr="00EE5B36" w:rsidRDefault="00B65F46" w:rsidP="00EE5B3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Podstawy wykonywania obrazów cyfrowych.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Interfejs programu GIMP.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Podstawowa edycja obrazu w programie GIMP (zmiana rozmiaru i rozdzielczości zdjęcia, poziomy, krzywe, balans kolorów, jasność/kontrast)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Narzędzia do zaznaczania i retuszu, praca na warstwach w programie GIMP,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Łączenie obrazu i tekstu w programie GIMP, banery dla Internetu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Wykonywania panoram w programie GIMP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9C54AE" w:rsidRDefault="00B65F46" w:rsidP="00711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Podstawy pakietu Corel. Wygląd ekranu, paski narzędziowe, powiększanie fragmentu obrazu, kalibracja narzędzi, barwy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Tworzenie obrazów przy wykorzystaniu podstawowych narzędzi pakietu Corel. Grupowanie i rozgrupowanie obiektów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tekstu i jego edycja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Kształt obiektów, przekształcanie w krzywe, łączenie obiektów, wyrównywanie i rozmieszczanie obiektów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Efekty w pakiecie Corel, stosowanie efektów do tekstu, dzielenie i usuwanie obiektów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warstw w pakiecie Corel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646A3" w:rsidRDefault="00A646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646A3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praca z programami graficznymi, wykorzystanie materiałów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7B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9F7BC2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85747A" w:rsidRPr="009C54AE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52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41A5D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Przygotowanie pracy projektowej 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i materiałów przygotowanych przez prowadzącego </w:t>
            </w:r>
          </w:p>
        </w:tc>
        <w:tc>
          <w:tcPr>
            <w:tcW w:w="4677" w:type="dxa"/>
          </w:tcPr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30 </w:t>
            </w:r>
          </w:p>
          <w:p w:rsidR="00C7750F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25B2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 S., 100 rzeczy, które każdy projektant powinien wiedzieć o potencjalnych klientach, Wyd Helion, Gliwice 2013.</w:t>
            </w:r>
          </w:p>
          <w:p w:rsidR="00070136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070136" w:rsidRPr="009C54AE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</w:tc>
      </w:tr>
      <w:tr w:rsidR="0085747A" w:rsidRPr="00B2206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2DF2" w:rsidRPr="008D2DF2" w:rsidRDefault="008D2DF2" w:rsidP="008D2DF2">
            <w:pPr>
              <w:spacing w:before="100" w:beforeAutospacing="1" w:after="100" w:afterAutospacing="1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Brągoszewski P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2DF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GIMP 2.0: edycja zdjęć cyfrowych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Wyd. 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Helion, Gliwice 2005.</w:t>
            </w:r>
          </w:p>
          <w:p w:rsidR="008D2DF2" w:rsidRPr="007A7BC4" w:rsidRDefault="008D2DF2" w:rsidP="008D2DF2">
            <w:pPr>
              <w:spacing w:before="100" w:beforeAutospacing="1" w:after="100" w:afterAutospacing="1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</w:pP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Gajda W</w:t>
            </w:r>
            <w:r w:rsidR="00DB5EA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2DF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GIMP: praktyczne projekty: wprowadzanie w świat cyfrowego przetwarzania obrazów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B5EA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Wyd.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A7BC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Helion, Gliwice 2006.</w:t>
            </w:r>
          </w:p>
          <w:p w:rsidR="008D2DF2" w:rsidRPr="007A7BC4" w:rsidRDefault="00552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7A7B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https://corel.sklep.pl/podreczniki-do-pobrania-pm-36.html</w:t>
            </w:r>
          </w:p>
          <w:p w:rsidR="008C6D5F" w:rsidRPr="007A7BC4" w:rsidRDefault="008C6D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</w:tbl>
    <w:p w:rsidR="0085747A" w:rsidRPr="007A7B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7A7B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B8" w:rsidRDefault="000A3AB8" w:rsidP="00C16ABF">
      <w:pPr>
        <w:spacing w:after="0" w:line="240" w:lineRule="auto"/>
      </w:pPr>
      <w:r>
        <w:separator/>
      </w:r>
    </w:p>
  </w:endnote>
  <w:endnote w:type="continuationSeparator" w:id="0">
    <w:p w:rsidR="000A3AB8" w:rsidRDefault="000A3A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B8" w:rsidRDefault="000A3AB8" w:rsidP="00C16ABF">
      <w:pPr>
        <w:spacing w:after="0" w:line="240" w:lineRule="auto"/>
      </w:pPr>
      <w:r>
        <w:separator/>
      </w:r>
    </w:p>
  </w:footnote>
  <w:footnote w:type="continuationSeparator" w:id="0">
    <w:p w:rsidR="000A3AB8" w:rsidRDefault="000A3AB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D45"/>
    <w:multiLevelType w:val="multilevel"/>
    <w:tmpl w:val="F9EA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136"/>
    <w:rsid w:val="00070ED6"/>
    <w:rsid w:val="000742DC"/>
    <w:rsid w:val="00084C12"/>
    <w:rsid w:val="0009462C"/>
    <w:rsid w:val="00094B12"/>
    <w:rsid w:val="00096C46"/>
    <w:rsid w:val="00096D1F"/>
    <w:rsid w:val="000A296F"/>
    <w:rsid w:val="000A2A28"/>
    <w:rsid w:val="000A3AB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0C5B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060F"/>
    <w:rsid w:val="001F2CA2"/>
    <w:rsid w:val="002144C0"/>
    <w:rsid w:val="0022477D"/>
    <w:rsid w:val="002278A9"/>
    <w:rsid w:val="002336F9"/>
    <w:rsid w:val="0024028F"/>
    <w:rsid w:val="00242CE6"/>
    <w:rsid w:val="00244ABC"/>
    <w:rsid w:val="00281FF2"/>
    <w:rsid w:val="002857DE"/>
    <w:rsid w:val="00291567"/>
    <w:rsid w:val="0029682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08"/>
    <w:rsid w:val="003016E4"/>
    <w:rsid w:val="003018BA"/>
    <w:rsid w:val="00301F3B"/>
    <w:rsid w:val="0030395F"/>
    <w:rsid w:val="00305C92"/>
    <w:rsid w:val="003151C5"/>
    <w:rsid w:val="003343CF"/>
    <w:rsid w:val="00336C76"/>
    <w:rsid w:val="00346FE9"/>
    <w:rsid w:val="0034759A"/>
    <w:rsid w:val="003503F6"/>
    <w:rsid w:val="003530DD"/>
    <w:rsid w:val="00363F78"/>
    <w:rsid w:val="00381A76"/>
    <w:rsid w:val="00392914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B1F"/>
    <w:rsid w:val="00526C94"/>
    <w:rsid w:val="005363C4"/>
    <w:rsid w:val="00536BDE"/>
    <w:rsid w:val="00536BE0"/>
    <w:rsid w:val="00543ACC"/>
    <w:rsid w:val="00552B77"/>
    <w:rsid w:val="0056696D"/>
    <w:rsid w:val="005714A2"/>
    <w:rsid w:val="00573EF9"/>
    <w:rsid w:val="0059484D"/>
    <w:rsid w:val="005A0855"/>
    <w:rsid w:val="005A3196"/>
    <w:rsid w:val="005C080F"/>
    <w:rsid w:val="005C55E5"/>
    <w:rsid w:val="005C696A"/>
    <w:rsid w:val="005E02BD"/>
    <w:rsid w:val="005E5E36"/>
    <w:rsid w:val="005E6E85"/>
    <w:rsid w:val="005F31D2"/>
    <w:rsid w:val="0061029B"/>
    <w:rsid w:val="00617230"/>
    <w:rsid w:val="00621CE1"/>
    <w:rsid w:val="00627FC9"/>
    <w:rsid w:val="00641A5D"/>
    <w:rsid w:val="00647FA8"/>
    <w:rsid w:val="00650C5F"/>
    <w:rsid w:val="00654934"/>
    <w:rsid w:val="006620D9"/>
    <w:rsid w:val="00671958"/>
    <w:rsid w:val="006725B2"/>
    <w:rsid w:val="00675843"/>
    <w:rsid w:val="00696477"/>
    <w:rsid w:val="006D050F"/>
    <w:rsid w:val="006D6139"/>
    <w:rsid w:val="006E5D65"/>
    <w:rsid w:val="006E6C94"/>
    <w:rsid w:val="006F1282"/>
    <w:rsid w:val="006F1FBC"/>
    <w:rsid w:val="006F2B7D"/>
    <w:rsid w:val="006F31E2"/>
    <w:rsid w:val="0070463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B7"/>
    <w:rsid w:val="0078168C"/>
    <w:rsid w:val="00787C2A"/>
    <w:rsid w:val="00790E27"/>
    <w:rsid w:val="007A4022"/>
    <w:rsid w:val="007A6E6E"/>
    <w:rsid w:val="007A7BC4"/>
    <w:rsid w:val="007C3299"/>
    <w:rsid w:val="007C3BCC"/>
    <w:rsid w:val="007C4546"/>
    <w:rsid w:val="007D4C3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D5F"/>
    <w:rsid w:val="008D2DF2"/>
    <w:rsid w:val="008D3DFB"/>
    <w:rsid w:val="008E64F4"/>
    <w:rsid w:val="008F12C9"/>
    <w:rsid w:val="008F6E29"/>
    <w:rsid w:val="009025BA"/>
    <w:rsid w:val="00916188"/>
    <w:rsid w:val="00923D7D"/>
    <w:rsid w:val="009508DF"/>
    <w:rsid w:val="00950DAC"/>
    <w:rsid w:val="00954A07"/>
    <w:rsid w:val="00977269"/>
    <w:rsid w:val="00992ADA"/>
    <w:rsid w:val="00997F14"/>
    <w:rsid w:val="009A78D9"/>
    <w:rsid w:val="009C1331"/>
    <w:rsid w:val="009C3E31"/>
    <w:rsid w:val="009C54AE"/>
    <w:rsid w:val="009C673C"/>
    <w:rsid w:val="009C788E"/>
    <w:rsid w:val="009E3B41"/>
    <w:rsid w:val="009F3C5C"/>
    <w:rsid w:val="009F4610"/>
    <w:rsid w:val="009F47E5"/>
    <w:rsid w:val="009F62BE"/>
    <w:rsid w:val="009F7BC2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A3"/>
    <w:rsid w:val="00A84C85"/>
    <w:rsid w:val="00A96F91"/>
    <w:rsid w:val="00A97DE1"/>
    <w:rsid w:val="00AB053C"/>
    <w:rsid w:val="00AB4A6C"/>
    <w:rsid w:val="00AC78D7"/>
    <w:rsid w:val="00AD1146"/>
    <w:rsid w:val="00AD27D3"/>
    <w:rsid w:val="00AD66D6"/>
    <w:rsid w:val="00AE1160"/>
    <w:rsid w:val="00AE203C"/>
    <w:rsid w:val="00AE2E74"/>
    <w:rsid w:val="00AE5FCB"/>
    <w:rsid w:val="00AE7FA7"/>
    <w:rsid w:val="00AF2C1E"/>
    <w:rsid w:val="00B06142"/>
    <w:rsid w:val="00B135B1"/>
    <w:rsid w:val="00B22061"/>
    <w:rsid w:val="00B23CCF"/>
    <w:rsid w:val="00B3130B"/>
    <w:rsid w:val="00B40ADB"/>
    <w:rsid w:val="00B41247"/>
    <w:rsid w:val="00B43B77"/>
    <w:rsid w:val="00B43E80"/>
    <w:rsid w:val="00B607DB"/>
    <w:rsid w:val="00B62852"/>
    <w:rsid w:val="00B65F46"/>
    <w:rsid w:val="00B66529"/>
    <w:rsid w:val="00B74B1F"/>
    <w:rsid w:val="00B75946"/>
    <w:rsid w:val="00B8056E"/>
    <w:rsid w:val="00B819C8"/>
    <w:rsid w:val="00B82308"/>
    <w:rsid w:val="00B87760"/>
    <w:rsid w:val="00B90885"/>
    <w:rsid w:val="00BB520A"/>
    <w:rsid w:val="00BD3869"/>
    <w:rsid w:val="00BD66E9"/>
    <w:rsid w:val="00BD6FF4"/>
    <w:rsid w:val="00BF2C41"/>
    <w:rsid w:val="00BF61DE"/>
    <w:rsid w:val="00C058B4"/>
    <w:rsid w:val="00C05F44"/>
    <w:rsid w:val="00C131B5"/>
    <w:rsid w:val="00C16ABF"/>
    <w:rsid w:val="00C170AE"/>
    <w:rsid w:val="00C25D6D"/>
    <w:rsid w:val="00C26CB7"/>
    <w:rsid w:val="00C324C1"/>
    <w:rsid w:val="00C36992"/>
    <w:rsid w:val="00C56036"/>
    <w:rsid w:val="00C61DC5"/>
    <w:rsid w:val="00C67E92"/>
    <w:rsid w:val="00C70A26"/>
    <w:rsid w:val="00C766DF"/>
    <w:rsid w:val="00C7750F"/>
    <w:rsid w:val="00C945E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82A"/>
    <w:rsid w:val="00D552B2"/>
    <w:rsid w:val="00D608D1"/>
    <w:rsid w:val="00D74119"/>
    <w:rsid w:val="00D8075B"/>
    <w:rsid w:val="00D824F2"/>
    <w:rsid w:val="00D8678B"/>
    <w:rsid w:val="00DA2114"/>
    <w:rsid w:val="00DB5EA4"/>
    <w:rsid w:val="00DE09C0"/>
    <w:rsid w:val="00DE4A14"/>
    <w:rsid w:val="00DF320D"/>
    <w:rsid w:val="00DF71C8"/>
    <w:rsid w:val="00E129B8"/>
    <w:rsid w:val="00E2122F"/>
    <w:rsid w:val="00E21E7D"/>
    <w:rsid w:val="00E22FBC"/>
    <w:rsid w:val="00E24BF5"/>
    <w:rsid w:val="00E25338"/>
    <w:rsid w:val="00E26CD0"/>
    <w:rsid w:val="00E51E44"/>
    <w:rsid w:val="00E52282"/>
    <w:rsid w:val="00E63348"/>
    <w:rsid w:val="00E77E88"/>
    <w:rsid w:val="00E8107D"/>
    <w:rsid w:val="00E960BB"/>
    <w:rsid w:val="00EA2074"/>
    <w:rsid w:val="00EA4832"/>
    <w:rsid w:val="00EA4E9D"/>
    <w:rsid w:val="00EC2B6C"/>
    <w:rsid w:val="00EC4899"/>
    <w:rsid w:val="00ED03AB"/>
    <w:rsid w:val="00ED32D2"/>
    <w:rsid w:val="00EE32DE"/>
    <w:rsid w:val="00EE5457"/>
    <w:rsid w:val="00EE5B36"/>
    <w:rsid w:val="00F010B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6F02-EE24-4FB7-9CD4-DAC77D05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875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2020-01-14T10:59:00Z</cp:lastPrinted>
  <dcterms:created xsi:type="dcterms:W3CDTF">2019-11-05T10:37:00Z</dcterms:created>
  <dcterms:modified xsi:type="dcterms:W3CDTF">2021-09-24T09:31:00Z</dcterms:modified>
</cp:coreProperties>
</file>